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EE6B7-CA74-48AB-B267-6F4CBFEB84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